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34D" w:rsidRDefault="00F4334D" w:rsidP="00F4334D">
      <w:r>
        <w:t xml:space="preserve">                                                   </w:t>
      </w:r>
      <w:r>
        <w:rPr>
          <w:noProof/>
          <w:lang w:eastAsia="en-NZ"/>
        </w:rPr>
        <w:drawing>
          <wp:inline distT="0" distB="0" distL="0" distR="0" wp14:anchorId="3C2363C2">
            <wp:extent cx="2200275" cy="3161665"/>
            <wp:effectExtent l="0" t="0" r="952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316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</w:p>
    <w:p w:rsidR="00F4334D" w:rsidRDefault="00F4334D" w:rsidP="00F4334D">
      <w:pPr>
        <w:rPr>
          <w:color w:val="9900CC"/>
          <w:sz w:val="48"/>
          <w:szCs w:val="48"/>
          <w:u w:val="single"/>
        </w:rPr>
      </w:pPr>
      <w:r>
        <w:t xml:space="preserve">                                               </w:t>
      </w:r>
      <w:r w:rsidRPr="00F4334D">
        <w:rPr>
          <w:color w:val="9900CC"/>
          <w:sz w:val="48"/>
          <w:szCs w:val="48"/>
          <w:u w:val="single"/>
        </w:rPr>
        <w:t xml:space="preserve">The Girl </w:t>
      </w:r>
      <w:proofErr w:type="gramStart"/>
      <w:r w:rsidRPr="00F4334D">
        <w:rPr>
          <w:color w:val="9900CC"/>
          <w:sz w:val="48"/>
          <w:szCs w:val="48"/>
          <w:u w:val="single"/>
        </w:rPr>
        <w:t>Of</w:t>
      </w:r>
      <w:proofErr w:type="gramEnd"/>
      <w:r w:rsidRPr="00F4334D">
        <w:rPr>
          <w:color w:val="9900CC"/>
          <w:sz w:val="48"/>
          <w:szCs w:val="48"/>
          <w:u w:val="single"/>
        </w:rPr>
        <w:t xml:space="preserve"> Beauty</w:t>
      </w:r>
    </w:p>
    <w:p w:rsidR="00F4334D" w:rsidRPr="001222D7" w:rsidRDefault="00F4334D" w:rsidP="00F4334D">
      <w:pPr>
        <w:rPr>
          <w:sz w:val="36"/>
          <w:szCs w:val="36"/>
        </w:rPr>
      </w:pPr>
      <w:r w:rsidRPr="001222D7">
        <w:rPr>
          <w:sz w:val="36"/>
          <w:szCs w:val="36"/>
        </w:rPr>
        <w:t xml:space="preserve">The girl of beauty is a young kind of party girl. Her rosy lips are like the brightest flamingo’s feather. The </w:t>
      </w:r>
      <w:proofErr w:type="gramStart"/>
      <w:r w:rsidRPr="001222D7">
        <w:rPr>
          <w:sz w:val="36"/>
          <w:szCs w:val="36"/>
        </w:rPr>
        <w:t>girl of beauty’s shimmering piercings are</w:t>
      </w:r>
      <w:proofErr w:type="gramEnd"/>
      <w:r w:rsidRPr="001222D7">
        <w:rPr>
          <w:sz w:val="36"/>
          <w:szCs w:val="36"/>
        </w:rPr>
        <w:t xml:space="preserve"> like a bright piece of gold in the dark night.</w:t>
      </w:r>
    </w:p>
    <w:p w:rsidR="00F4334D" w:rsidRPr="001222D7" w:rsidRDefault="00F4334D" w:rsidP="00F4334D">
      <w:pPr>
        <w:rPr>
          <w:sz w:val="36"/>
          <w:szCs w:val="36"/>
        </w:rPr>
      </w:pPr>
    </w:p>
    <w:p w:rsidR="00F4334D" w:rsidRPr="00F4334D" w:rsidRDefault="00F4334D" w:rsidP="00F4334D">
      <w:pPr>
        <w:rPr>
          <w:sz w:val="36"/>
          <w:szCs w:val="36"/>
        </w:rPr>
      </w:pPr>
      <w:r w:rsidRPr="001222D7">
        <w:rPr>
          <w:sz w:val="36"/>
          <w:szCs w:val="36"/>
        </w:rPr>
        <w:t>This party kind of girl’s personality</w:t>
      </w:r>
      <w:r w:rsidR="001222D7" w:rsidRPr="001222D7">
        <w:rPr>
          <w:sz w:val="36"/>
          <w:szCs w:val="36"/>
        </w:rPr>
        <w:t xml:space="preserve"> is to party all night with her appealing friends. Her party sparkling hair is </w:t>
      </w:r>
      <w:proofErr w:type="spellStart"/>
      <w:proofErr w:type="gramStart"/>
      <w:r w:rsidR="001222D7" w:rsidRPr="001222D7">
        <w:rPr>
          <w:sz w:val="36"/>
          <w:szCs w:val="36"/>
        </w:rPr>
        <w:t>a</w:t>
      </w:r>
      <w:proofErr w:type="spellEnd"/>
      <w:proofErr w:type="gramEnd"/>
      <w:r w:rsidR="001222D7" w:rsidRPr="001222D7">
        <w:rPr>
          <w:sz w:val="36"/>
          <w:szCs w:val="36"/>
        </w:rPr>
        <w:t xml:space="preserve"> extremely </w:t>
      </w:r>
      <w:bookmarkStart w:id="0" w:name="_GoBack"/>
      <w:bookmarkEnd w:id="0"/>
      <w:r w:rsidR="001222D7" w:rsidRPr="001222D7">
        <w:rPr>
          <w:sz w:val="36"/>
          <w:szCs w:val="36"/>
        </w:rPr>
        <w:t>large volcano bursting in the dark unpredictable night</w:t>
      </w:r>
      <w:r w:rsidR="001222D7">
        <w:rPr>
          <w:color w:val="9900CC"/>
          <w:sz w:val="36"/>
          <w:szCs w:val="36"/>
        </w:rPr>
        <w:t>.</w:t>
      </w:r>
    </w:p>
    <w:sectPr w:rsidR="00F4334D" w:rsidRPr="00F433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4D"/>
    <w:rsid w:val="001222D7"/>
    <w:rsid w:val="00AD2947"/>
    <w:rsid w:val="00F4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3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F0F2C57A</Template>
  <TotalTime>13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2011-08-14T23:36:00Z</dcterms:created>
  <dcterms:modified xsi:type="dcterms:W3CDTF">2011-08-14T23:49:00Z</dcterms:modified>
</cp:coreProperties>
</file>